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6F4" w:rsidRDefault="00BA76F4" w:rsidP="00BA76F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iCs/>
          <w:u w:val="single"/>
        </w:rPr>
      </w:pP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F7E67" w:rsidRDefault="00DF20C2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</w:t>
      </w:r>
      <w:r w:rsidR="00781D5C">
        <w:rPr>
          <w:rFonts w:ascii="Tahoma" w:hAnsi="Tahoma" w:cs="Tahoma"/>
          <w:sz w:val="24"/>
          <w:szCs w:val="24"/>
        </w:rPr>
        <w:t>6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8E6A45">
        <w:rPr>
          <w:rFonts w:ascii="Tahoma" w:hAnsi="Tahoma" w:cs="Tahoma"/>
          <w:sz w:val="24"/>
          <w:szCs w:val="24"/>
        </w:rPr>
        <w:t>0</w:t>
      </w:r>
      <w:r w:rsidR="00781D5C">
        <w:rPr>
          <w:rFonts w:ascii="Tahoma" w:hAnsi="Tahoma" w:cs="Tahoma"/>
          <w:sz w:val="24"/>
          <w:szCs w:val="24"/>
        </w:rPr>
        <w:t>9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>
        <w:rPr>
          <w:rFonts w:ascii="Tahoma" w:hAnsi="Tahoma" w:cs="Tahoma"/>
          <w:sz w:val="24"/>
          <w:szCs w:val="24"/>
        </w:rPr>
        <w:t xml:space="preserve">školství a </w:t>
      </w:r>
      <w:r w:rsidR="004C2542">
        <w:rPr>
          <w:rFonts w:ascii="Tahoma" w:hAnsi="Tahoma" w:cs="Tahoma"/>
          <w:sz w:val="24"/>
          <w:szCs w:val="24"/>
        </w:rPr>
        <w:t>cestovního ruchu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DF20C2">
        <w:rPr>
          <w:rFonts w:ascii="Tahoma" w:hAnsi="Tahoma" w:cs="Tahoma"/>
        </w:rPr>
        <w:t xml:space="preserve">školství a </w:t>
      </w:r>
      <w:r w:rsidR="004C2542">
        <w:rPr>
          <w:rFonts w:ascii="Tahoma" w:hAnsi="Tahoma" w:cs="Tahoma"/>
        </w:rPr>
        <w:t>cestovního ruchu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9235E" w:rsidRPr="00053C5A" w:rsidRDefault="0089235E" w:rsidP="0089235E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Zpravodaj města Strakonice – změna v redakční radě</w:t>
      </w:r>
      <w:r w:rsidR="00BA76F4">
        <w:rPr>
          <w:rFonts w:ascii="Tahoma" w:hAnsi="Tahoma" w:cs="Tahoma"/>
          <w:b/>
          <w:u w:val="single"/>
        </w:rPr>
        <w:t xml:space="preserve"> </w:t>
      </w:r>
    </w:p>
    <w:p w:rsidR="0089235E" w:rsidRPr="00053C5A" w:rsidRDefault="0089235E" w:rsidP="0089235E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Odměna ředitelky </w:t>
      </w:r>
      <w:r>
        <w:rPr>
          <w:rFonts w:ascii="Tahoma" w:hAnsi="Tahoma" w:cs="Tahoma"/>
          <w:b/>
          <w:bCs/>
          <w:u w:val="single"/>
        </w:rPr>
        <w:t>ZŠ F. L. Čelakovského</w:t>
      </w:r>
      <w:r w:rsidRPr="00053C5A">
        <w:rPr>
          <w:rFonts w:ascii="Tahoma" w:hAnsi="Tahoma" w:cs="Tahoma"/>
          <w:b/>
          <w:u w:val="single"/>
        </w:rPr>
        <w:t xml:space="preserve"> </w:t>
      </w:r>
    </w:p>
    <w:p w:rsidR="0089235E" w:rsidRPr="00053C5A" w:rsidRDefault="0089235E" w:rsidP="0089235E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bCs/>
          <w:u w:val="single"/>
        </w:rPr>
        <w:t>Odměna</w:t>
      </w:r>
      <w:r w:rsidRPr="004C6614">
        <w:rPr>
          <w:rFonts w:ascii="Tahoma" w:hAnsi="Tahoma" w:cs="Tahoma"/>
          <w:b/>
          <w:bCs/>
          <w:u w:val="single"/>
        </w:rPr>
        <w:t xml:space="preserve"> </w:t>
      </w:r>
      <w:r>
        <w:rPr>
          <w:rFonts w:ascii="Tahoma" w:hAnsi="Tahoma" w:cs="Tahoma"/>
          <w:b/>
          <w:bCs/>
          <w:u w:val="single"/>
        </w:rPr>
        <w:t>ředitelky MŠ Strakonice, Šumavská 264</w:t>
      </w:r>
    </w:p>
    <w:p w:rsidR="0089235E" w:rsidRDefault="0089235E" w:rsidP="0089235E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bCs/>
          <w:u w:val="single"/>
        </w:rPr>
        <w:t xml:space="preserve">Individuální dotace </w:t>
      </w:r>
    </w:p>
    <w:p w:rsidR="0089235E" w:rsidRPr="00053C5A" w:rsidRDefault="0089235E" w:rsidP="0089235E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Zápis </w:t>
      </w:r>
      <w:r>
        <w:rPr>
          <w:rFonts w:ascii="Tahoma" w:hAnsi="Tahoma" w:cs="Tahoma"/>
          <w:b/>
          <w:bCs/>
          <w:u w:val="single"/>
        </w:rPr>
        <w:t>komise pro sport a volnočasové aktivity ze dne 24. 6. 2020</w:t>
      </w:r>
    </w:p>
    <w:p w:rsidR="001707A9" w:rsidRPr="001707A9" w:rsidRDefault="001707A9" w:rsidP="001707A9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81D5C" w:rsidRDefault="00781D5C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81D5C" w:rsidRDefault="00781D5C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81D5C" w:rsidRDefault="00781D5C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81D5C" w:rsidRPr="005E0400" w:rsidRDefault="00781D5C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707A9" w:rsidRPr="005E0400" w:rsidRDefault="001707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4C2542">
        <w:rPr>
          <w:rFonts w:ascii="Tahoma" w:hAnsi="Tahoma" w:cs="Tahoma"/>
          <w:sz w:val="20"/>
          <w:szCs w:val="20"/>
        </w:rPr>
        <w:t>2</w:t>
      </w:r>
      <w:r w:rsidR="00781D5C">
        <w:rPr>
          <w:rFonts w:ascii="Tahoma" w:hAnsi="Tahoma" w:cs="Tahoma"/>
          <w:sz w:val="20"/>
          <w:szCs w:val="20"/>
        </w:rPr>
        <w:t>2</w:t>
      </w:r>
      <w:r w:rsidR="00053C5A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4C2542">
        <w:rPr>
          <w:rFonts w:ascii="Tahoma" w:hAnsi="Tahoma" w:cs="Tahoma"/>
          <w:sz w:val="20"/>
          <w:szCs w:val="20"/>
        </w:rPr>
        <w:t>červ</w:t>
      </w:r>
      <w:r w:rsidR="00781D5C">
        <w:rPr>
          <w:rFonts w:ascii="Tahoma" w:hAnsi="Tahoma" w:cs="Tahoma"/>
          <w:sz w:val="20"/>
          <w:szCs w:val="20"/>
        </w:rPr>
        <w:t>ence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 w:rsidR="00053C5A">
        <w:rPr>
          <w:rFonts w:ascii="Tahoma" w:hAnsi="Tahoma" w:cs="Tahoma"/>
          <w:sz w:val="20"/>
          <w:szCs w:val="20"/>
        </w:rPr>
        <w:t>20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3A736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Ing. Libuše Řeřábková </w:t>
      </w:r>
    </w:p>
    <w:p w:rsidR="00BF7E67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294F77">
        <w:rPr>
          <w:rFonts w:ascii="Tahoma" w:hAnsi="Tahoma" w:cs="Tahoma"/>
          <w:sz w:val="20"/>
          <w:szCs w:val="20"/>
        </w:rPr>
        <w:t>odboru školství a cestovního ruchu</w:t>
      </w:r>
    </w:p>
    <w:p w:rsidR="00781D5C" w:rsidRDefault="00781D5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81D5C" w:rsidRDefault="00781D5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81D5C" w:rsidRPr="00443AAB" w:rsidRDefault="00443AAB" w:rsidP="00067046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Zpravodaj města Strakonice – změna v redakční radě</w:t>
      </w:r>
    </w:p>
    <w:p w:rsidR="00781D5C" w:rsidRPr="00C02D06" w:rsidRDefault="00781D5C" w:rsidP="00781D5C">
      <w:pPr>
        <w:jc w:val="both"/>
        <w:rPr>
          <w:rFonts w:ascii="Tahoma" w:hAnsi="Tahoma" w:cs="Tahoma"/>
          <w:sz w:val="20"/>
          <w:szCs w:val="20"/>
        </w:rPr>
      </w:pPr>
    </w:p>
    <w:p w:rsidR="00781D5C" w:rsidRPr="00C02D06" w:rsidRDefault="00781D5C" w:rsidP="00781D5C">
      <w:pPr>
        <w:rPr>
          <w:rFonts w:ascii="Tahoma" w:hAnsi="Tahoma" w:cs="Tahoma"/>
          <w:b/>
          <w:bCs/>
          <w:sz w:val="20"/>
          <w:szCs w:val="20"/>
        </w:rPr>
      </w:pPr>
      <w:r w:rsidRPr="00C02D0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781D5C" w:rsidRPr="00C02D06" w:rsidRDefault="00781D5C" w:rsidP="00781D5C">
      <w:pPr>
        <w:rPr>
          <w:rFonts w:ascii="Tahoma" w:hAnsi="Tahoma" w:cs="Tahoma"/>
          <w:sz w:val="20"/>
          <w:szCs w:val="20"/>
        </w:rPr>
      </w:pPr>
      <w:r w:rsidRPr="00C02D06">
        <w:rPr>
          <w:rFonts w:ascii="Tahoma" w:hAnsi="Tahoma" w:cs="Tahoma"/>
          <w:sz w:val="20"/>
          <w:szCs w:val="20"/>
        </w:rPr>
        <w:t>RM po projednání</w:t>
      </w:r>
    </w:p>
    <w:p w:rsidR="00781D5C" w:rsidRPr="00C02D06" w:rsidRDefault="00781D5C" w:rsidP="00781D5C">
      <w:pPr>
        <w:jc w:val="both"/>
        <w:rPr>
          <w:rFonts w:ascii="Tahoma" w:hAnsi="Tahoma" w:cs="Tahoma"/>
          <w:sz w:val="20"/>
          <w:szCs w:val="20"/>
        </w:rPr>
      </w:pPr>
    </w:p>
    <w:p w:rsidR="00781D5C" w:rsidRPr="00C02D06" w:rsidRDefault="00781D5C" w:rsidP="00781D5C">
      <w:pPr>
        <w:pStyle w:val="Nadpis3"/>
        <w:rPr>
          <w:rFonts w:ascii="Tahoma" w:hAnsi="Tahoma" w:cs="Tahoma"/>
          <w:sz w:val="20"/>
          <w:szCs w:val="20"/>
        </w:rPr>
      </w:pPr>
      <w:r w:rsidRPr="00C02D06">
        <w:rPr>
          <w:rFonts w:ascii="Tahoma" w:hAnsi="Tahoma" w:cs="Tahoma"/>
          <w:sz w:val="20"/>
          <w:szCs w:val="20"/>
        </w:rPr>
        <w:t>I. Odvolává</w:t>
      </w:r>
    </w:p>
    <w:p w:rsidR="00781D5C" w:rsidRPr="00C02D06" w:rsidRDefault="00831AB5" w:rsidP="00AC38A9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šéfredaktorku</w:t>
      </w:r>
      <w:r w:rsidR="00781D5C" w:rsidRPr="00C02D06">
        <w:rPr>
          <w:rFonts w:ascii="Tahoma" w:hAnsi="Tahoma" w:cs="Tahoma"/>
          <w:sz w:val="20"/>
        </w:rPr>
        <w:t xml:space="preserve"> redakční rady Zpravodaje města Strakonice </w:t>
      </w:r>
      <w:r>
        <w:rPr>
          <w:rFonts w:ascii="Tahoma" w:hAnsi="Tahoma" w:cs="Tahoma"/>
          <w:sz w:val="20"/>
        </w:rPr>
        <w:t xml:space="preserve">Bc. Evu </w:t>
      </w:r>
      <w:proofErr w:type="spellStart"/>
      <w:r>
        <w:rPr>
          <w:rFonts w:ascii="Tahoma" w:hAnsi="Tahoma" w:cs="Tahoma"/>
          <w:sz w:val="20"/>
        </w:rPr>
        <w:t>Janochovou</w:t>
      </w:r>
      <w:proofErr w:type="spellEnd"/>
      <w:r w:rsidR="00AC38A9">
        <w:rPr>
          <w:rFonts w:ascii="Tahoma" w:hAnsi="Tahoma" w:cs="Tahoma"/>
          <w:sz w:val="20"/>
        </w:rPr>
        <w:t xml:space="preserve"> s účinností od                 31. 7. 2020</w:t>
      </w:r>
      <w:r w:rsidR="00F2373D">
        <w:rPr>
          <w:rFonts w:ascii="Tahoma" w:hAnsi="Tahoma" w:cs="Tahoma"/>
          <w:sz w:val="20"/>
        </w:rPr>
        <w:t>.</w:t>
      </w:r>
    </w:p>
    <w:p w:rsidR="00781D5C" w:rsidRPr="00C02D06" w:rsidRDefault="00781D5C" w:rsidP="00781D5C">
      <w:pPr>
        <w:pStyle w:val="Nadpis3"/>
        <w:rPr>
          <w:rFonts w:ascii="Tahoma" w:hAnsi="Tahoma" w:cs="Tahoma"/>
          <w:sz w:val="20"/>
          <w:szCs w:val="20"/>
        </w:rPr>
      </w:pPr>
      <w:r w:rsidRPr="00C02D06">
        <w:rPr>
          <w:rFonts w:ascii="Tahoma" w:hAnsi="Tahoma" w:cs="Tahoma"/>
          <w:sz w:val="20"/>
          <w:szCs w:val="20"/>
        </w:rPr>
        <w:t>II. Jmenuje</w:t>
      </w:r>
    </w:p>
    <w:p w:rsidR="00781D5C" w:rsidRPr="00C02D06" w:rsidRDefault="00AC38A9" w:rsidP="00AC38A9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šéfredaktorkou</w:t>
      </w:r>
      <w:r w:rsidR="00831AB5">
        <w:rPr>
          <w:rFonts w:ascii="Tahoma" w:hAnsi="Tahoma" w:cs="Tahoma"/>
          <w:sz w:val="20"/>
        </w:rPr>
        <w:t xml:space="preserve"> </w:t>
      </w:r>
      <w:r w:rsidR="00781D5C" w:rsidRPr="00C02D06">
        <w:rPr>
          <w:rFonts w:ascii="Tahoma" w:hAnsi="Tahoma" w:cs="Tahoma"/>
          <w:sz w:val="20"/>
        </w:rPr>
        <w:t xml:space="preserve">redakční rady Zpravodaje města Strakonice </w:t>
      </w:r>
      <w:r w:rsidR="00831AB5">
        <w:rPr>
          <w:rFonts w:ascii="Tahoma" w:hAnsi="Tahoma" w:cs="Tahoma"/>
          <w:sz w:val="20"/>
        </w:rPr>
        <w:t xml:space="preserve">Ing. Markétu </w:t>
      </w:r>
      <w:proofErr w:type="spellStart"/>
      <w:r w:rsidR="00831AB5">
        <w:rPr>
          <w:rFonts w:ascii="Tahoma" w:hAnsi="Tahoma" w:cs="Tahoma"/>
          <w:sz w:val="20"/>
        </w:rPr>
        <w:t>Bučokovou</w:t>
      </w:r>
      <w:proofErr w:type="spellEnd"/>
      <w:r>
        <w:rPr>
          <w:rFonts w:ascii="Tahoma" w:hAnsi="Tahoma" w:cs="Tahoma"/>
          <w:sz w:val="20"/>
        </w:rPr>
        <w:t xml:space="preserve"> s účinností od    1. 8. 2020</w:t>
      </w:r>
      <w:r w:rsidR="00F2373D">
        <w:rPr>
          <w:rFonts w:ascii="Tahoma" w:hAnsi="Tahoma" w:cs="Tahoma"/>
          <w:sz w:val="20"/>
        </w:rPr>
        <w:t>.</w:t>
      </w:r>
      <w:r w:rsidR="00781D5C" w:rsidRPr="00C02D06">
        <w:rPr>
          <w:rFonts w:ascii="Tahoma" w:hAnsi="Tahoma" w:cs="Tahoma"/>
          <w:sz w:val="20"/>
        </w:rPr>
        <w:t xml:space="preserve"> </w:t>
      </w:r>
    </w:p>
    <w:p w:rsidR="00781D5C" w:rsidRDefault="00781D5C" w:rsidP="000E787C">
      <w:pPr>
        <w:pStyle w:val="Zkladntext2"/>
        <w:spacing w:after="0" w:line="259" w:lineRule="auto"/>
        <w:jc w:val="both"/>
        <w:rPr>
          <w:rFonts w:ascii="Tahoma" w:hAnsi="Tahoma" w:cs="Tahoma"/>
          <w:sz w:val="20"/>
        </w:rPr>
      </w:pPr>
    </w:p>
    <w:p w:rsidR="00F2373D" w:rsidRPr="004C6614" w:rsidRDefault="00F2373D" w:rsidP="00F2373D">
      <w:pPr>
        <w:keepNext/>
        <w:widowControl w:val="0"/>
        <w:numPr>
          <w:ilvl w:val="0"/>
          <w:numId w:val="3"/>
        </w:numPr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Odměna</w:t>
      </w:r>
      <w:r w:rsidRPr="004C6614">
        <w:rPr>
          <w:rFonts w:ascii="Tahoma" w:hAnsi="Tahoma" w:cs="Tahoma"/>
          <w:b/>
          <w:bCs/>
          <w:u w:val="single"/>
        </w:rPr>
        <w:t xml:space="preserve"> </w:t>
      </w:r>
      <w:r>
        <w:rPr>
          <w:rFonts w:ascii="Tahoma" w:hAnsi="Tahoma" w:cs="Tahoma"/>
          <w:b/>
          <w:bCs/>
          <w:u w:val="single"/>
        </w:rPr>
        <w:t>ředitelky ZŠ F. L. Čelakovského</w:t>
      </w:r>
    </w:p>
    <w:p w:rsidR="00F2373D" w:rsidRPr="004C6614" w:rsidRDefault="00F2373D" w:rsidP="00F2373D">
      <w:pPr>
        <w:jc w:val="both"/>
        <w:rPr>
          <w:rFonts w:ascii="Tahoma" w:hAnsi="Tahoma" w:cs="Tahoma"/>
          <w:sz w:val="20"/>
          <w:szCs w:val="20"/>
        </w:rPr>
      </w:pPr>
    </w:p>
    <w:p w:rsidR="00F2373D" w:rsidRPr="004C6614" w:rsidRDefault="00F2373D" w:rsidP="00F2373D">
      <w:pPr>
        <w:rPr>
          <w:rFonts w:ascii="Tahoma" w:hAnsi="Tahoma" w:cs="Tahoma"/>
          <w:b/>
          <w:bCs/>
          <w:sz w:val="20"/>
          <w:szCs w:val="20"/>
        </w:rPr>
      </w:pPr>
      <w:r w:rsidRPr="004C6614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2373D" w:rsidRPr="004C6614" w:rsidRDefault="00F2373D" w:rsidP="00F2373D">
      <w:pPr>
        <w:rPr>
          <w:rFonts w:ascii="Tahoma" w:hAnsi="Tahoma" w:cs="Tahoma"/>
          <w:sz w:val="20"/>
          <w:szCs w:val="20"/>
        </w:rPr>
      </w:pPr>
      <w:r w:rsidRPr="004C6614">
        <w:rPr>
          <w:rFonts w:ascii="Tahoma" w:hAnsi="Tahoma" w:cs="Tahoma"/>
          <w:sz w:val="20"/>
          <w:szCs w:val="20"/>
        </w:rPr>
        <w:t>RM po projednání</w:t>
      </w:r>
    </w:p>
    <w:p w:rsidR="00F2373D" w:rsidRPr="004C6614" w:rsidRDefault="00F2373D" w:rsidP="00F2373D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4C6614">
        <w:rPr>
          <w:rFonts w:ascii="Tahoma" w:hAnsi="Tahoma" w:cs="Tahoma"/>
          <w:b/>
          <w:bCs/>
          <w:sz w:val="20"/>
          <w:szCs w:val="20"/>
          <w:u w:val="single"/>
        </w:rPr>
        <w:t>I. Schvaluje</w:t>
      </w:r>
    </w:p>
    <w:p w:rsidR="00F2373D" w:rsidRDefault="00F2373D" w:rsidP="00F2373D">
      <w:pPr>
        <w:jc w:val="both"/>
        <w:rPr>
          <w:rFonts w:ascii="Tahoma" w:hAnsi="Tahoma" w:cs="Tahoma"/>
          <w:sz w:val="20"/>
          <w:szCs w:val="20"/>
        </w:rPr>
      </w:pPr>
      <w:r w:rsidRPr="004C6614">
        <w:rPr>
          <w:rFonts w:ascii="Tahoma" w:hAnsi="Tahoma" w:cs="Tahoma"/>
          <w:sz w:val="20"/>
          <w:szCs w:val="20"/>
        </w:rPr>
        <w:t>udělení odměn</w:t>
      </w:r>
      <w:r>
        <w:rPr>
          <w:rFonts w:ascii="Tahoma" w:hAnsi="Tahoma" w:cs="Tahoma"/>
          <w:sz w:val="20"/>
          <w:szCs w:val="20"/>
        </w:rPr>
        <w:t>y za 2</w:t>
      </w:r>
      <w:r w:rsidRPr="004C6614">
        <w:rPr>
          <w:rFonts w:ascii="Tahoma" w:hAnsi="Tahoma" w:cs="Tahoma"/>
          <w:sz w:val="20"/>
          <w:szCs w:val="20"/>
        </w:rPr>
        <w:t xml:space="preserve">. pololetí školního roku 2019/2020 </w:t>
      </w:r>
      <w:r>
        <w:rPr>
          <w:rFonts w:ascii="Tahoma" w:hAnsi="Tahoma" w:cs="Tahoma"/>
          <w:sz w:val="20"/>
          <w:szCs w:val="20"/>
        </w:rPr>
        <w:t>a k ocenění pracovních zásluh</w:t>
      </w:r>
      <w:r w:rsidRPr="004C6614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ředitelce ZŠ F. L. Čelakovského</w:t>
      </w:r>
      <w:r w:rsidRPr="004C6614">
        <w:rPr>
          <w:rFonts w:ascii="Tahoma" w:hAnsi="Tahoma" w:cs="Tahoma"/>
          <w:sz w:val="20"/>
          <w:szCs w:val="20"/>
        </w:rPr>
        <w:t xml:space="preserve"> dle předloženého návrhu, který je samostatnou přílohou usnesení RM uloženou na odboru školství a CR.</w:t>
      </w:r>
    </w:p>
    <w:p w:rsidR="00F2373D" w:rsidRPr="004C6614" w:rsidRDefault="00F2373D" w:rsidP="00F2373D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4C6614">
        <w:rPr>
          <w:rFonts w:ascii="Tahoma" w:hAnsi="Tahoma" w:cs="Tahoma"/>
          <w:b/>
          <w:bCs/>
          <w:sz w:val="20"/>
          <w:szCs w:val="20"/>
          <w:u w:val="single"/>
        </w:rPr>
        <w:t>II. Ukládá</w:t>
      </w:r>
    </w:p>
    <w:p w:rsidR="00F2373D" w:rsidRDefault="00F2373D" w:rsidP="00F2373D">
      <w:pPr>
        <w:rPr>
          <w:rFonts w:ascii="Tahoma" w:hAnsi="Tahoma" w:cs="Tahoma"/>
          <w:sz w:val="20"/>
          <w:szCs w:val="20"/>
        </w:rPr>
      </w:pPr>
      <w:r w:rsidRPr="004C6614">
        <w:rPr>
          <w:rFonts w:ascii="Tahoma" w:hAnsi="Tahoma" w:cs="Tahoma"/>
          <w:sz w:val="20"/>
          <w:szCs w:val="20"/>
        </w:rPr>
        <w:t>odboru školství a cestovního ruchu zajistit splnění výše uvedeného usnesení.</w:t>
      </w:r>
    </w:p>
    <w:p w:rsidR="00F2373D" w:rsidRDefault="00F2373D" w:rsidP="00F2373D">
      <w:pPr>
        <w:rPr>
          <w:rFonts w:ascii="Tahoma" w:hAnsi="Tahoma" w:cs="Tahoma"/>
          <w:sz w:val="20"/>
          <w:szCs w:val="20"/>
        </w:rPr>
      </w:pPr>
    </w:p>
    <w:p w:rsidR="00F2373D" w:rsidRDefault="00F2373D" w:rsidP="00F2373D">
      <w:pPr>
        <w:rPr>
          <w:rFonts w:ascii="Tahoma" w:hAnsi="Tahoma" w:cs="Tahoma"/>
          <w:sz w:val="20"/>
          <w:szCs w:val="20"/>
        </w:rPr>
      </w:pPr>
    </w:p>
    <w:p w:rsidR="00F2373D" w:rsidRPr="004C6614" w:rsidRDefault="00F2373D" w:rsidP="00F2373D">
      <w:pPr>
        <w:keepNext/>
        <w:widowControl w:val="0"/>
        <w:numPr>
          <w:ilvl w:val="0"/>
          <w:numId w:val="3"/>
        </w:numPr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Odměna</w:t>
      </w:r>
      <w:r w:rsidRPr="004C6614">
        <w:rPr>
          <w:rFonts w:ascii="Tahoma" w:hAnsi="Tahoma" w:cs="Tahoma"/>
          <w:b/>
          <w:bCs/>
          <w:u w:val="single"/>
        </w:rPr>
        <w:t xml:space="preserve"> </w:t>
      </w:r>
      <w:r>
        <w:rPr>
          <w:rFonts w:ascii="Tahoma" w:hAnsi="Tahoma" w:cs="Tahoma"/>
          <w:b/>
          <w:bCs/>
          <w:u w:val="single"/>
        </w:rPr>
        <w:t>ředitelky MŠ Strakonice, Šumavská 264</w:t>
      </w:r>
    </w:p>
    <w:p w:rsidR="00F2373D" w:rsidRPr="004C6614" w:rsidRDefault="00F2373D" w:rsidP="00F2373D">
      <w:pPr>
        <w:jc w:val="both"/>
        <w:rPr>
          <w:rFonts w:ascii="Tahoma" w:hAnsi="Tahoma" w:cs="Tahoma"/>
          <w:sz w:val="20"/>
          <w:szCs w:val="20"/>
        </w:rPr>
      </w:pPr>
    </w:p>
    <w:p w:rsidR="00F2373D" w:rsidRPr="004C6614" w:rsidRDefault="00F2373D" w:rsidP="00F2373D">
      <w:pPr>
        <w:rPr>
          <w:rFonts w:ascii="Tahoma" w:hAnsi="Tahoma" w:cs="Tahoma"/>
          <w:b/>
          <w:bCs/>
          <w:sz w:val="20"/>
          <w:szCs w:val="20"/>
        </w:rPr>
      </w:pPr>
      <w:r w:rsidRPr="004C6614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2373D" w:rsidRPr="004C6614" w:rsidRDefault="00F2373D" w:rsidP="00F2373D">
      <w:pPr>
        <w:rPr>
          <w:rFonts w:ascii="Tahoma" w:hAnsi="Tahoma" w:cs="Tahoma"/>
          <w:sz w:val="20"/>
          <w:szCs w:val="20"/>
        </w:rPr>
      </w:pPr>
      <w:r w:rsidRPr="004C6614">
        <w:rPr>
          <w:rFonts w:ascii="Tahoma" w:hAnsi="Tahoma" w:cs="Tahoma"/>
          <w:sz w:val="20"/>
          <w:szCs w:val="20"/>
        </w:rPr>
        <w:t>RM po projednání</w:t>
      </w:r>
    </w:p>
    <w:p w:rsidR="00F2373D" w:rsidRPr="004C6614" w:rsidRDefault="00F2373D" w:rsidP="00F2373D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4C6614">
        <w:rPr>
          <w:rFonts w:ascii="Tahoma" w:hAnsi="Tahoma" w:cs="Tahoma"/>
          <w:b/>
          <w:bCs/>
          <w:sz w:val="20"/>
          <w:szCs w:val="20"/>
          <w:u w:val="single"/>
        </w:rPr>
        <w:t>I. Schvaluje</w:t>
      </w:r>
    </w:p>
    <w:p w:rsidR="00F2373D" w:rsidRDefault="00F2373D" w:rsidP="00F2373D">
      <w:pPr>
        <w:jc w:val="both"/>
        <w:rPr>
          <w:rFonts w:ascii="Tahoma" w:hAnsi="Tahoma" w:cs="Tahoma"/>
          <w:sz w:val="20"/>
          <w:szCs w:val="20"/>
        </w:rPr>
      </w:pPr>
      <w:r w:rsidRPr="004C6614">
        <w:rPr>
          <w:rFonts w:ascii="Tahoma" w:hAnsi="Tahoma" w:cs="Tahoma"/>
          <w:sz w:val="20"/>
          <w:szCs w:val="20"/>
        </w:rPr>
        <w:t>udělení odměn</w:t>
      </w:r>
      <w:r>
        <w:rPr>
          <w:rFonts w:ascii="Tahoma" w:hAnsi="Tahoma" w:cs="Tahoma"/>
          <w:sz w:val="20"/>
          <w:szCs w:val="20"/>
        </w:rPr>
        <w:t>y za 2</w:t>
      </w:r>
      <w:r w:rsidRPr="004C6614">
        <w:rPr>
          <w:rFonts w:ascii="Tahoma" w:hAnsi="Tahoma" w:cs="Tahoma"/>
          <w:sz w:val="20"/>
          <w:szCs w:val="20"/>
        </w:rPr>
        <w:t xml:space="preserve">. pololetí školního roku 2019/2020 </w:t>
      </w:r>
      <w:r>
        <w:rPr>
          <w:rFonts w:ascii="Tahoma" w:hAnsi="Tahoma" w:cs="Tahoma"/>
          <w:sz w:val="20"/>
          <w:szCs w:val="20"/>
        </w:rPr>
        <w:t>a k ocenění pracovních zásluh</w:t>
      </w:r>
      <w:r w:rsidRPr="004C6614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ředitelce MŠ Strakonice, Šumavská 264 </w:t>
      </w:r>
      <w:r w:rsidRPr="004C6614">
        <w:rPr>
          <w:rFonts w:ascii="Tahoma" w:hAnsi="Tahoma" w:cs="Tahoma"/>
          <w:sz w:val="20"/>
          <w:szCs w:val="20"/>
        </w:rPr>
        <w:t>dle předloženého návrhu, který je samostatnou přílohou usnesení RM uloženou na odboru školství a CR.</w:t>
      </w:r>
    </w:p>
    <w:p w:rsidR="00F2373D" w:rsidRPr="004C6614" w:rsidRDefault="00F2373D" w:rsidP="00F2373D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4C6614">
        <w:rPr>
          <w:rFonts w:ascii="Tahoma" w:hAnsi="Tahoma" w:cs="Tahoma"/>
          <w:b/>
          <w:bCs/>
          <w:sz w:val="20"/>
          <w:szCs w:val="20"/>
          <w:u w:val="single"/>
        </w:rPr>
        <w:t>II. Ukládá</w:t>
      </w:r>
    </w:p>
    <w:p w:rsidR="00F2373D" w:rsidRPr="004C6614" w:rsidRDefault="00F2373D" w:rsidP="00F2373D">
      <w:pPr>
        <w:rPr>
          <w:rFonts w:ascii="Tahoma" w:hAnsi="Tahoma" w:cs="Tahoma"/>
          <w:sz w:val="20"/>
          <w:szCs w:val="20"/>
        </w:rPr>
      </w:pPr>
      <w:r w:rsidRPr="004C6614">
        <w:rPr>
          <w:rFonts w:ascii="Tahoma" w:hAnsi="Tahoma" w:cs="Tahoma"/>
          <w:sz w:val="20"/>
          <w:szCs w:val="20"/>
        </w:rPr>
        <w:t>odboru školství a cestovního ruchu zajistit splnění výše uvedeného usnesení.</w:t>
      </w:r>
    </w:p>
    <w:p w:rsidR="00F2373D" w:rsidRDefault="00F2373D" w:rsidP="000E787C">
      <w:pPr>
        <w:pStyle w:val="Zkladntext2"/>
        <w:spacing w:after="0" w:line="259" w:lineRule="auto"/>
        <w:jc w:val="both"/>
        <w:rPr>
          <w:rFonts w:ascii="Tahoma" w:hAnsi="Tahoma" w:cs="Tahoma"/>
          <w:sz w:val="20"/>
        </w:rPr>
      </w:pPr>
    </w:p>
    <w:p w:rsidR="00F5256C" w:rsidRPr="004C6614" w:rsidRDefault="00F5256C" w:rsidP="00F5256C">
      <w:pPr>
        <w:keepNext/>
        <w:widowControl w:val="0"/>
        <w:numPr>
          <w:ilvl w:val="0"/>
          <w:numId w:val="3"/>
        </w:numPr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 xml:space="preserve">Individuální dotace </w:t>
      </w:r>
    </w:p>
    <w:p w:rsidR="00F5256C" w:rsidRDefault="00F5256C" w:rsidP="00F5256C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F5256C" w:rsidRPr="004C6614" w:rsidRDefault="00F5256C" w:rsidP="00F5256C">
      <w:pPr>
        <w:rPr>
          <w:rFonts w:ascii="Tahoma" w:hAnsi="Tahoma" w:cs="Tahoma"/>
          <w:b/>
          <w:bCs/>
          <w:sz w:val="20"/>
          <w:szCs w:val="20"/>
        </w:rPr>
      </w:pPr>
      <w:r w:rsidRPr="004C6614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5256C" w:rsidRPr="004C6614" w:rsidRDefault="00F5256C" w:rsidP="00F5256C">
      <w:pPr>
        <w:rPr>
          <w:rFonts w:ascii="Tahoma" w:hAnsi="Tahoma" w:cs="Tahoma"/>
          <w:sz w:val="20"/>
          <w:szCs w:val="20"/>
        </w:rPr>
      </w:pPr>
      <w:r w:rsidRPr="004C6614">
        <w:rPr>
          <w:rFonts w:ascii="Tahoma" w:hAnsi="Tahoma" w:cs="Tahoma"/>
          <w:sz w:val="20"/>
          <w:szCs w:val="20"/>
        </w:rPr>
        <w:t>RM po projednání</w:t>
      </w:r>
    </w:p>
    <w:p w:rsidR="00F5256C" w:rsidRPr="004C6614" w:rsidRDefault="00F5256C" w:rsidP="00F5256C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4C6614">
        <w:rPr>
          <w:rFonts w:ascii="Tahoma" w:hAnsi="Tahoma" w:cs="Tahoma"/>
          <w:b/>
          <w:bCs/>
          <w:sz w:val="20"/>
          <w:szCs w:val="20"/>
          <w:u w:val="single"/>
        </w:rPr>
        <w:t xml:space="preserve">I. </w:t>
      </w:r>
      <w:r>
        <w:rPr>
          <w:rFonts w:ascii="Tahoma" w:hAnsi="Tahoma" w:cs="Tahoma"/>
          <w:b/>
          <w:bCs/>
          <w:sz w:val="20"/>
          <w:szCs w:val="20"/>
          <w:u w:val="single"/>
        </w:rPr>
        <w:t>Nesouhlasí</w:t>
      </w:r>
    </w:p>
    <w:p w:rsidR="00F5256C" w:rsidRDefault="00F5256C" w:rsidP="00F5256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 poskytnutím dotace </w:t>
      </w:r>
      <w:bookmarkStart w:id="0" w:name="_GoBack"/>
      <w:bookmarkEnd w:id="0"/>
      <w:r w:rsidR="00E5112E">
        <w:rPr>
          <w:rFonts w:ascii="Tahoma" w:hAnsi="Tahoma" w:cs="Tahoma"/>
          <w:sz w:val="20"/>
          <w:szCs w:val="20"/>
        </w:rPr>
        <w:t xml:space="preserve">na realizaci hororové akce na </w:t>
      </w:r>
      <w:proofErr w:type="spellStart"/>
      <w:r w:rsidR="00E5112E">
        <w:rPr>
          <w:rFonts w:ascii="Tahoma" w:hAnsi="Tahoma" w:cs="Tahoma"/>
          <w:sz w:val="20"/>
          <w:szCs w:val="20"/>
        </w:rPr>
        <w:t>Buzickém</w:t>
      </w:r>
      <w:proofErr w:type="spellEnd"/>
      <w:r w:rsidR="00E5112E">
        <w:rPr>
          <w:rFonts w:ascii="Tahoma" w:hAnsi="Tahoma" w:cs="Tahoma"/>
          <w:sz w:val="20"/>
          <w:szCs w:val="20"/>
        </w:rPr>
        <w:t xml:space="preserve"> hradě dne 29. 8. 2020 z důvodu konání akce mimo území města Strakonice.  </w:t>
      </w:r>
    </w:p>
    <w:p w:rsidR="00636213" w:rsidRDefault="00636213" w:rsidP="00F5256C">
      <w:pPr>
        <w:jc w:val="both"/>
        <w:rPr>
          <w:rFonts w:ascii="Tahoma" w:hAnsi="Tahoma" w:cs="Tahoma"/>
          <w:sz w:val="20"/>
          <w:szCs w:val="20"/>
        </w:rPr>
      </w:pPr>
    </w:p>
    <w:p w:rsidR="00F2373D" w:rsidRDefault="00F2373D" w:rsidP="000E787C">
      <w:pPr>
        <w:pStyle w:val="Zkladntext2"/>
        <w:spacing w:after="0" w:line="259" w:lineRule="auto"/>
        <w:jc w:val="both"/>
        <w:rPr>
          <w:rFonts w:ascii="Tahoma" w:hAnsi="Tahoma" w:cs="Tahoma"/>
          <w:sz w:val="20"/>
        </w:rPr>
      </w:pPr>
    </w:p>
    <w:p w:rsidR="00790D5D" w:rsidRPr="004C6614" w:rsidRDefault="00790D5D" w:rsidP="00790D5D">
      <w:pPr>
        <w:keepNext/>
        <w:widowControl w:val="0"/>
        <w:numPr>
          <w:ilvl w:val="0"/>
          <w:numId w:val="3"/>
        </w:numPr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Zápis komise pro sport a volnočasové aktivity ze dne 24. 6. 2020</w:t>
      </w:r>
    </w:p>
    <w:p w:rsidR="00790D5D" w:rsidRPr="004C6614" w:rsidRDefault="00790D5D" w:rsidP="00790D5D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790D5D" w:rsidRDefault="00790D5D" w:rsidP="000E787C">
      <w:pPr>
        <w:pStyle w:val="Zkladntext2"/>
        <w:spacing w:after="0" w:line="259" w:lineRule="auto"/>
        <w:jc w:val="both"/>
        <w:rPr>
          <w:rFonts w:ascii="Tahoma" w:hAnsi="Tahoma" w:cs="Tahoma"/>
          <w:sz w:val="20"/>
        </w:rPr>
      </w:pPr>
    </w:p>
    <w:p w:rsidR="00790D5D" w:rsidRPr="004C6614" w:rsidRDefault="00790D5D" w:rsidP="00790D5D">
      <w:pPr>
        <w:rPr>
          <w:rFonts w:ascii="Tahoma" w:hAnsi="Tahoma" w:cs="Tahoma"/>
          <w:b/>
          <w:bCs/>
          <w:sz w:val="20"/>
          <w:szCs w:val="20"/>
        </w:rPr>
      </w:pPr>
      <w:r w:rsidRPr="004C6614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790D5D" w:rsidRPr="004C6614" w:rsidRDefault="00790D5D" w:rsidP="00790D5D">
      <w:pPr>
        <w:rPr>
          <w:rFonts w:ascii="Tahoma" w:hAnsi="Tahoma" w:cs="Tahoma"/>
          <w:sz w:val="20"/>
          <w:szCs w:val="20"/>
        </w:rPr>
      </w:pPr>
      <w:r w:rsidRPr="004C6614">
        <w:rPr>
          <w:rFonts w:ascii="Tahoma" w:hAnsi="Tahoma" w:cs="Tahoma"/>
          <w:sz w:val="20"/>
          <w:szCs w:val="20"/>
        </w:rPr>
        <w:t>RM po projednání</w:t>
      </w:r>
    </w:p>
    <w:p w:rsidR="00790D5D" w:rsidRPr="004C6614" w:rsidRDefault="00790D5D" w:rsidP="00790D5D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4C6614">
        <w:rPr>
          <w:rFonts w:ascii="Tahoma" w:hAnsi="Tahoma" w:cs="Tahoma"/>
          <w:b/>
          <w:bCs/>
          <w:sz w:val="20"/>
          <w:szCs w:val="20"/>
          <w:u w:val="single"/>
        </w:rPr>
        <w:t xml:space="preserve">I. </w:t>
      </w:r>
      <w:r>
        <w:rPr>
          <w:rFonts w:ascii="Tahoma" w:hAnsi="Tahoma" w:cs="Tahoma"/>
          <w:b/>
          <w:bCs/>
          <w:sz w:val="20"/>
          <w:szCs w:val="20"/>
          <w:u w:val="single"/>
        </w:rPr>
        <w:t>Bere na vědomí</w:t>
      </w:r>
    </w:p>
    <w:p w:rsidR="00790D5D" w:rsidRDefault="00790D5D" w:rsidP="00790D5D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zápis z komise pro sport a volnočasové aktivity ze dne 24. 6. 2020. </w:t>
      </w:r>
    </w:p>
    <w:p w:rsidR="00790D5D" w:rsidRDefault="00790D5D" w:rsidP="000E787C">
      <w:pPr>
        <w:pStyle w:val="Zkladntext2"/>
        <w:spacing w:after="0" w:line="259" w:lineRule="auto"/>
        <w:jc w:val="both"/>
        <w:rPr>
          <w:rFonts w:ascii="Tahoma" w:hAnsi="Tahoma" w:cs="Tahoma"/>
          <w:sz w:val="20"/>
        </w:rPr>
      </w:pPr>
    </w:p>
    <w:sectPr w:rsidR="00790D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D7CAE46A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A3521722"/>
    <w:lvl w:ilvl="0" w:tplc="B8C288B2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963"/>
    <w:rsid w:val="00000CD7"/>
    <w:rsid w:val="00016ABF"/>
    <w:rsid w:val="00022FC4"/>
    <w:rsid w:val="000400D5"/>
    <w:rsid w:val="00053C5A"/>
    <w:rsid w:val="00067046"/>
    <w:rsid w:val="00076B34"/>
    <w:rsid w:val="00077160"/>
    <w:rsid w:val="000A72E6"/>
    <w:rsid w:val="000E787C"/>
    <w:rsid w:val="000F5257"/>
    <w:rsid w:val="001010E5"/>
    <w:rsid w:val="00110A40"/>
    <w:rsid w:val="00114EAF"/>
    <w:rsid w:val="001324FB"/>
    <w:rsid w:val="00132550"/>
    <w:rsid w:val="00166CE8"/>
    <w:rsid w:val="001707A9"/>
    <w:rsid w:val="00171B40"/>
    <w:rsid w:val="0018789A"/>
    <w:rsid w:val="001906AE"/>
    <w:rsid w:val="001A0064"/>
    <w:rsid w:val="001A3963"/>
    <w:rsid w:val="001B3343"/>
    <w:rsid w:val="001B52A9"/>
    <w:rsid w:val="001C3E4A"/>
    <w:rsid w:val="001D67E2"/>
    <w:rsid w:val="001E042F"/>
    <w:rsid w:val="001F68A0"/>
    <w:rsid w:val="00222756"/>
    <w:rsid w:val="00260996"/>
    <w:rsid w:val="00274020"/>
    <w:rsid w:val="00284124"/>
    <w:rsid w:val="00287BC1"/>
    <w:rsid w:val="00294F77"/>
    <w:rsid w:val="002B54F2"/>
    <w:rsid w:val="002C089D"/>
    <w:rsid w:val="002F13CC"/>
    <w:rsid w:val="00346C19"/>
    <w:rsid w:val="00397ACE"/>
    <w:rsid w:val="003A693B"/>
    <w:rsid w:val="003A7368"/>
    <w:rsid w:val="003B3EC3"/>
    <w:rsid w:val="003B70EB"/>
    <w:rsid w:val="003C78C2"/>
    <w:rsid w:val="003D7520"/>
    <w:rsid w:val="003F1780"/>
    <w:rsid w:val="003F2F3E"/>
    <w:rsid w:val="00412BED"/>
    <w:rsid w:val="00414F07"/>
    <w:rsid w:val="004307E9"/>
    <w:rsid w:val="00443AAB"/>
    <w:rsid w:val="0049239C"/>
    <w:rsid w:val="00493617"/>
    <w:rsid w:val="004B3B98"/>
    <w:rsid w:val="004B6B07"/>
    <w:rsid w:val="004C2542"/>
    <w:rsid w:val="004D6935"/>
    <w:rsid w:val="004F50E3"/>
    <w:rsid w:val="005343C5"/>
    <w:rsid w:val="0055252F"/>
    <w:rsid w:val="005A3930"/>
    <w:rsid w:val="005B73DA"/>
    <w:rsid w:val="005D0AFB"/>
    <w:rsid w:val="005E0400"/>
    <w:rsid w:val="00604FE4"/>
    <w:rsid w:val="00606B50"/>
    <w:rsid w:val="00611B42"/>
    <w:rsid w:val="00636213"/>
    <w:rsid w:val="006523BA"/>
    <w:rsid w:val="00666D1D"/>
    <w:rsid w:val="006824AF"/>
    <w:rsid w:val="0069681A"/>
    <w:rsid w:val="006A6CF1"/>
    <w:rsid w:val="006C6140"/>
    <w:rsid w:val="006D478E"/>
    <w:rsid w:val="006D4C13"/>
    <w:rsid w:val="007016D0"/>
    <w:rsid w:val="00725B99"/>
    <w:rsid w:val="0075378B"/>
    <w:rsid w:val="00756B39"/>
    <w:rsid w:val="00781D5C"/>
    <w:rsid w:val="00790D5D"/>
    <w:rsid w:val="007A64D6"/>
    <w:rsid w:val="007C65E2"/>
    <w:rsid w:val="007D386A"/>
    <w:rsid w:val="007D77FC"/>
    <w:rsid w:val="00800121"/>
    <w:rsid w:val="00831AB5"/>
    <w:rsid w:val="008331B2"/>
    <w:rsid w:val="00841161"/>
    <w:rsid w:val="0084742E"/>
    <w:rsid w:val="0087655E"/>
    <w:rsid w:val="00883BD0"/>
    <w:rsid w:val="008867F3"/>
    <w:rsid w:val="0089033F"/>
    <w:rsid w:val="0089235E"/>
    <w:rsid w:val="008E6A45"/>
    <w:rsid w:val="009122A4"/>
    <w:rsid w:val="0095202A"/>
    <w:rsid w:val="00992A83"/>
    <w:rsid w:val="009B6DEE"/>
    <w:rsid w:val="009C50E1"/>
    <w:rsid w:val="009E26DB"/>
    <w:rsid w:val="00A01277"/>
    <w:rsid w:val="00A109CB"/>
    <w:rsid w:val="00A2150A"/>
    <w:rsid w:val="00A260B6"/>
    <w:rsid w:val="00A31F38"/>
    <w:rsid w:val="00A351F5"/>
    <w:rsid w:val="00A432F0"/>
    <w:rsid w:val="00A50743"/>
    <w:rsid w:val="00A548C7"/>
    <w:rsid w:val="00A87B0C"/>
    <w:rsid w:val="00AA32B9"/>
    <w:rsid w:val="00AC38A9"/>
    <w:rsid w:val="00AE5AC8"/>
    <w:rsid w:val="00AF799A"/>
    <w:rsid w:val="00B04B7C"/>
    <w:rsid w:val="00B21534"/>
    <w:rsid w:val="00B312FD"/>
    <w:rsid w:val="00BA76F4"/>
    <w:rsid w:val="00BB3E71"/>
    <w:rsid w:val="00BF2B41"/>
    <w:rsid w:val="00BF3511"/>
    <w:rsid w:val="00BF7E67"/>
    <w:rsid w:val="00C0536D"/>
    <w:rsid w:val="00C3062B"/>
    <w:rsid w:val="00C541C2"/>
    <w:rsid w:val="00C80BD3"/>
    <w:rsid w:val="00C84F35"/>
    <w:rsid w:val="00CB0E79"/>
    <w:rsid w:val="00CB3A23"/>
    <w:rsid w:val="00CC01ED"/>
    <w:rsid w:val="00CD1C4F"/>
    <w:rsid w:val="00CF0680"/>
    <w:rsid w:val="00CF3AB7"/>
    <w:rsid w:val="00D311FF"/>
    <w:rsid w:val="00D41EAE"/>
    <w:rsid w:val="00D571F4"/>
    <w:rsid w:val="00D72291"/>
    <w:rsid w:val="00D72D79"/>
    <w:rsid w:val="00DB0D45"/>
    <w:rsid w:val="00DE2C21"/>
    <w:rsid w:val="00DF20C2"/>
    <w:rsid w:val="00E00B32"/>
    <w:rsid w:val="00E247B5"/>
    <w:rsid w:val="00E26C48"/>
    <w:rsid w:val="00E5112E"/>
    <w:rsid w:val="00E64084"/>
    <w:rsid w:val="00ED697B"/>
    <w:rsid w:val="00F11D5C"/>
    <w:rsid w:val="00F15029"/>
    <w:rsid w:val="00F2373D"/>
    <w:rsid w:val="00F5213C"/>
    <w:rsid w:val="00F5256C"/>
    <w:rsid w:val="00F719C1"/>
    <w:rsid w:val="00F815F9"/>
    <w:rsid w:val="00FB0189"/>
    <w:rsid w:val="00FB6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965200"/>
  <w15:chartTrackingRefBased/>
  <w15:docId w15:val="{388B320F-FB5C-421F-9AB5-334CA87DB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Zkladntext2">
    <w:name w:val="Body Text 2"/>
    <w:basedOn w:val="Normln"/>
    <w:link w:val="Zkladntext2Char"/>
    <w:uiPriority w:val="99"/>
    <w:unhideWhenUsed/>
    <w:rsid w:val="000E787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0E787C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CF3AB7"/>
    <w:rPr>
      <w:b/>
      <w:bCs/>
      <w:sz w:val="24"/>
      <w:szCs w:val="26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D77F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77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3</TotalTime>
  <Pages>2</Pages>
  <Words>325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Eva Janochová</dc:creator>
  <cp:keywords/>
  <dc:description/>
  <cp:lastModifiedBy>Eva Mácková</cp:lastModifiedBy>
  <cp:revision>5</cp:revision>
  <cp:lastPrinted>2020-06-17T11:34:00Z</cp:lastPrinted>
  <dcterms:created xsi:type="dcterms:W3CDTF">2020-07-15T11:31:00Z</dcterms:created>
  <dcterms:modified xsi:type="dcterms:W3CDTF">2020-07-15T13:20:00Z</dcterms:modified>
</cp:coreProperties>
</file>